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460D1F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D1F" w:rsidRDefault="00460D1F" w:rsidP="00F21F9F">
      <w:r>
        <w:t xml:space="preserve">Theoretical mass for </w:t>
      </w:r>
      <w:r>
        <w:t>[M+H</w:t>
      </w:r>
      <w:proofErr w:type="gramStart"/>
      <w:r>
        <w:t>]+</w:t>
      </w:r>
      <w:proofErr w:type="gramEnd"/>
      <w:r>
        <w:t>: 377.1059</w:t>
      </w:r>
    </w:p>
    <w:p w:rsidR="00F21F9F" w:rsidRDefault="00F21F9F" w:rsidP="00F21F9F">
      <w:r>
        <w:t>Elemental Composition Report</w:t>
      </w:r>
      <w:r>
        <w:t xml:space="preserve"> for </w:t>
      </w:r>
      <w:r w:rsidR="00460D1F">
        <w:t>394m/z</w:t>
      </w:r>
    </w:p>
    <w:p w:rsidR="00460D1F" w:rsidRDefault="00460D1F" w:rsidP="00460D1F"/>
    <w:p w:rsidR="00460D1F" w:rsidRDefault="00460D1F" w:rsidP="00460D1F">
      <w:r>
        <w:t>Single Mass Analysis</w:t>
      </w:r>
    </w:p>
    <w:p w:rsidR="00460D1F" w:rsidRDefault="00460D1F" w:rsidP="00460D1F">
      <w:r>
        <w:t>Tolerance = 5.0 PPM   /   DBE: min = -1.5, max = 100.0</w:t>
      </w:r>
    </w:p>
    <w:p w:rsidR="00460D1F" w:rsidRDefault="00460D1F" w:rsidP="00460D1F">
      <w:r>
        <w:lastRenderedPageBreak/>
        <w:t xml:space="preserve">Element prediction: Off </w:t>
      </w:r>
    </w:p>
    <w:p w:rsidR="00460D1F" w:rsidRDefault="00460D1F" w:rsidP="00460D1F">
      <w:r>
        <w:t>Number of isotope peaks used for i-FIT = 3</w:t>
      </w:r>
    </w:p>
    <w:p w:rsidR="00460D1F" w:rsidRDefault="00460D1F" w:rsidP="00460D1F"/>
    <w:p w:rsidR="00460D1F" w:rsidRDefault="00460D1F" w:rsidP="00460D1F">
      <w:proofErr w:type="spellStart"/>
      <w:r>
        <w:t>Monoisotopic</w:t>
      </w:r>
      <w:proofErr w:type="spellEnd"/>
      <w:r>
        <w:t xml:space="preserve"> Mass, Even Electron Ions</w:t>
      </w:r>
    </w:p>
    <w:p w:rsidR="00460D1F" w:rsidRDefault="00460D1F" w:rsidP="00460D1F">
      <w:r>
        <w:t xml:space="preserve">96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460D1F" w:rsidRDefault="00460D1F" w:rsidP="00460D1F">
      <w:r>
        <w:t>Elements Used:</w:t>
      </w:r>
    </w:p>
    <w:p w:rsidR="00460D1F" w:rsidRDefault="00460D1F" w:rsidP="00460D1F">
      <w:r>
        <w:t xml:space="preserve">C: 1-35    H: 0-70    N: 0-1    O: 0-10    S: 1-1    </w:t>
      </w:r>
    </w:p>
    <w:p w:rsidR="00460D1F" w:rsidRDefault="00460D1F" w:rsidP="00460D1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60D1F" w:rsidRDefault="00460D1F" w:rsidP="00460D1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460D1F" w:rsidRDefault="00460D1F" w:rsidP="00460D1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460D1F" w:rsidRDefault="00460D1F" w:rsidP="00460D1F">
      <w:r>
        <w:t xml:space="preserve">394.1344   </w:t>
      </w:r>
      <w:r>
        <w:tab/>
        <w:t xml:space="preserve">394.1324       </w:t>
      </w:r>
      <w:r>
        <w:tab/>
        <w:t xml:space="preserve">2.0      </w:t>
      </w:r>
      <w:r>
        <w:tab/>
        <w:t xml:space="preserve">5.1      </w:t>
      </w:r>
      <w:r>
        <w:tab/>
        <w:t xml:space="preserve">8.5      </w:t>
      </w:r>
      <w:r>
        <w:tab/>
        <w:t xml:space="preserve">102.6      </w:t>
      </w:r>
      <w:r>
        <w:tab/>
        <w:t xml:space="preserve">0.0          </w:t>
      </w:r>
      <w:r>
        <w:tab/>
      </w:r>
      <w:proofErr w:type="gramStart"/>
      <w:r>
        <w:t>C19  H24</w:t>
      </w:r>
      <w:proofErr w:type="gramEnd"/>
      <w:r>
        <w:t xml:space="preserve">  N  O6  S</w:t>
      </w:r>
      <w:r>
        <w:t xml:space="preserve">  [M+NH4]+ adduct</w:t>
      </w:r>
      <w:bookmarkStart w:id="0" w:name="_GoBack"/>
      <w:bookmarkEnd w:id="0"/>
    </w:p>
    <w:p w:rsidR="000A1409" w:rsidRDefault="000A1409" w:rsidP="000A1409"/>
    <w:sectPr w:rsidR="000A1409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9F"/>
    <w:rsid w:val="00044EB7"/>
    <w:rsid w:val="000A1409"/>
    <w:rsid w:val="00460D1F"/>
    <w:rsid w:val="004C2A0A"/>
    <w:rsid w:val="00595483"/>
    <w:rsid w:val="00B22530"/>
    <w:rsid w:val="00E751C4"/>
    <w:rsid w:val="00F2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0DF6B24C47B584098E4E95D8FAD97E0" ma:contentTypeVersion="13" ma:contentTypeDescription="建立新的文件。" ma:contentTypeScope="" ma:versionID="92d351cccc37af11ba46278b09ca8aa2">
  <xsd:schema xmlns:xsd="http://www.w3.org/2001/XMLSchema" xmlns:xs="http://www.w3.org/2001/XMLSchema" xmlns:p="http://schemas.microsoft.com/office/2006/metadata/properties" xmlns:ns2="8a091f01-394e-45bd-b942-1d4b97a17acd" xmlns:ns3="9c8cbd33-904c-40c3-983b-46bf7351cc2b" targetNamespace="http://schemas.microsoft.com/office/2006/metadata/properties" ma:root="true" ma:fieldsID="dcbde9fa467e704d73167a00144c7a30" ns2:_="" ns3:_="">
    <xsd:import namespace="8a091f01-394e-45bd-b942-1d4b97a17acd"/>
    <xsd:import namespace="9c8cbd33-904c-40c3-983b-46bf7351cc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91f01-394e-45bd-b942-1d4b97a17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影像標籤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cbd33-904c-40c3-983b-46bf7351cc2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32099-593b-4693-b66a-7fb8c07b5b12}" ma:internalName="TaxCatchAll" ma:showField="CatchAllData" ma:web="9c8cbd33-904c-40c3-983b-46bf7351cc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091f01-394e-45bd-b942-1d4b97a17acd">
      <Terms xmlns="http://schemas.microsoft.com/office/infopath/2007/PartnerControls"/>
    </lcf76f155ced4ddcb4097134ff3c332f>
    <TaxCatchAll xmlns="9c8cbd33-904c-40c3-983b-46bf7351cc2b" xsi:nil="true"/>
  </documentManagement>
</p:properties>
</file>

<file path=customXml/itemProps1.xml><?xml version="1.0" encoding="utf-8"?>
<ds:datastoreItem xmlns:ds="http://schemas.openxmlformats.org/officeDocument/2006/customXml" ds:itemID="{C9DB5488-1B40-4D17-9F4D-56F8F0EE2280}"/>
</file>

<file path=customXml/itemProps2.xml><?xml version="1.0" encoding="utf-8"?>
<ds:datastoreItem xmlns:ds="http://schemas.openxmlformats.org/officeDocument/2006/customXml" ds:itemID="{91154395-B82B-4EE9-B95A-754C7D511123}"/>
</file>

<file path=customXml/itemProps3.xml><?xml version="1.0" encoding="utf-8"?>
<ds:datastoreItem xmlns:ds="http://schemas.openxmlformats.org/officeDocument/2006/customXml" ds:itemID="{C5222CBD-93B7-4925-BD9C-A844427B9FE9}"/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2024-03-20T12:17:00Z</dcterms:created>
  <dcterms:modified xsi:type="dcterms:W3CDTF">2024-03-20T12:17:00Z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0x010100B0DF6B24C47B584098E4E95D8FAD97E0</vt:lpwstr>
  </property>
</Properties>
</file>